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A9387A">
        <w:t xml:space="preserve">sõlmisid käesoleva lepingu, edaspidi </w:t>
      </w:r>
      <w:r w:rsidR="00771410" w:rsidRPr="00A9387A">
        <w:rPr>
          <w:b/>
        </w:rPr>
        <w:t>l</w:t>
      </w:r>
      <w:r w:rsidRPr="00A9387A">
        <w:rPr>
          <w:b/>
        </w:rPr>
        <w:t>eping</w:t>
      </w:r>
      <w:r w:rsidRPr="00A9387A">
        <w:t xml:space="preserve">, </w:t>
      </w:r>
      <w:r w:rsidR="00116F1C" w:rsidRPr="00A9387A">
        <w:t>väikehanke</w:t>
      </w:r>
      <w:r w:rsidRPr="00A9387A">
        <w:t xml:space="preserve"> 1-47/</w:t>
      </w:r>
      <w:r w:rsidR="00A9387A" w:rsidRPr="00A9387A">
        <w:t>2890</w:t>
      </w:r>
      <w:r w:rsidR="001E6CED" w:rsidRPr="00A9387A">
        <w:t xml:space="preserve"> </w:t>
      </w:r>
      <w:r w:rsidR="00895296" w:rsidRPr="00A9387A">
        <w:t>„</w:t>
      </w:r>
      <w:r w:rsidR="0029488A" w:rsidRPr="00A9387A">
        <w:rPr>
          <w:b/>
        </w:rPr>
        <w:t>Nõmme-Mustamäe MKA treppide</w:t>
      </w:r>
      <w:r w:rsidR="001026E9" w:rsidRPr="00A9387A">
        <w:rPr>
          <w:b/>
        </w:rPr>
        <w:t xml:space="preserve"> </w:t>
      </w:r>
      <w:r w:rsidR="001026E9" w:rsidRPr="00A9387A">
        <w:rPr>
          <w:rStyle w:val="Lehekljenumber"/>
          <w:b/>
          <w:iCs/>
        </w:rPr>
        <w:t>rekonstrueerimistöödele</w:t>
      </w:r>
      <w:r w:rsidR="001026E9" w:rsidRPr="00A9387A">
        <w:rPr>
          <w:b/>
          <w:iCs/>
        </w:rPr>
        <w:t xml:space="preserve"> omanikujärelevalve teenuse tellimine</w:t>
      </w:r>
      <w:r w:rsidR="00895296" w:rsidRPr="00A9387A">
        <w:t>“</w:t>
      </w:r>
      <w:r w:rsidR="00116F1C" w:rsidRPr="00A9387A">
        <w:t xml:space="preserve"> </w:t>
      </w:r>
      <w:r w:rsidR="00DF6257" w:rsidRPr="00A9387A">
        <w:t>(</w:t>
      </w:r>
      <w:r w:rsidR="005924F6" w:rsidRPr="00A9387A">
        <w:t>viitenumber</w:t>
      </w:r>
      <w:r w:rsidR="00442628" w:rsidRPr="00A9387A">
        <w:t xml:space="preserve"> </w:t>
      </w:r>
      <w:r w:rsidR="00A9387A" w:rsidRPr="00A9387A">
        <w:t>268324</w:t>
      </w:r>
      <w:r w:rsidR="001734D8" w:rsidRPr="00A9387A">
        <w:t xml:space="preserve">) </w:t>
      </w:r>
      <w:r w:rsidR="00DF6257" w:rsidRPr="00A9387A">
        <w:t xml:space="preserve"> </w:t>
      </w:r>
      <w:r w:rsidRPr="00A9387A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40840" w:rsidRPr="0091069E">
        <w:t xml:space="preserve"> </w:t>
      </w:r>
      <w:r w:rsidR="0029488A">
        <w:rPr>
          <w:b/>
          <w:color w:val="000000"/>
        </w:rPr>
        <w:t>Nõmme-Mustamäe MKA treppide</w:t>
      </w:r>
      <w:r w:rsidR="001026E9">
        <w:rPr>
          <w:b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A9387A" w:rsidRDefault="00F25F8B" w:rsidP="00F25F8B">
      <w:pPr>
        <w:jc w:val="both"/>
        <w:rPr>
          <w:color w:val="FF0000"/>
        </w:rPr>
      </w:pPr>
      <w:bookmarkStart w:id="0" w:name="_GoBack"/>
      <w:bookmarkEnd w:id="0"/>
      <w:r w:rsidRPr="00A9387A">
        <w:rPr>
          <w:color w:val="000000" w:themeColor="text1"/>
        </w:rPr>
        <w:t>2.2.2</w:t>
      </w:r>
      <w:r w:rsidR="00444C6E" w:rsidRPr="00A9387A">
        <w:t xml:space="preserve"> </w:t>
      </w:r>
      <w:r w:rsidR="00442628" w:rsidRPr="00A9387A">
        <w:t>„</w:t>
      </w:r>
      <w:r w:rsidR="006F4189" w:rsidRPr="00A9387A">
        <w:t>Nõmme-Mustamäe MKA treppide</w:t>
      </w:r>
      <w:r w:rsidR="003D006B" w:rsidRPr="00A9387A">
        <w:t xml:space="preserve"> rekonstrueerimine“</w:t>
      </w:r>
      <w:r w:rsidR="005F698B" w:rsidRPr="00A9387A">
        <w:t xml:space="preserve">, </w:t>
      </w:r>
      <w:r w:rsidR="006F4189" w:rsidRPr="00A9387A">
        <w:t xml:space="preserve">Selektor Projekt OÜ (töö nr </w:t>
      </w:r>
      <w:r w:rsidR="003D006B" w:rsidRPr="00A9387A">
        <w:t xml:space="preserve"> </w:t>
      </w:r>
      <w:r w:rsidR="006F4189" w:rsidRPr="00A9387A">
        <w:t>PH2022</w:t>
      </w:r>
      <w:r w:rsidR="003D006B" w:rsidRPr="00A9387A">
        <w:t>)</w:t>
      </w:r>
      <w:r w:rsidR="00444C6E" w:rsidRPr="00A9387A">
        <w:t xml:space="preserve">; </w:t>
      </w:r>
    </w:p>
    <w:p w:rsidR="00E762D2" w:rsidRPr="0091069E" w:rsidRDefault="00F25F8B" w:rsidP="00F25F8B">
      <w:pPr>
        <w:jc w:val="both"/>
      </w:pPr>
      <w:r w:rsidRPr="00A9387A">
        <w:t xml:space="preserve">2.2.3. </w:t>
      </w:r>
      <w:r w:rsidR="00771410" w:rsidRPr="00A9387A">
        <w:t>k</w:t>
      </w:r>
      <w:r w:rsidR="000D17C9" w:rsidRPr="00A9387A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:rsidR="0091069E" w:rsidRPr="0091069E" w:rsidRDefault="0091069E" w:rsidP="0091069E">
      <w:pPr>
        <w:jc w:val="both"/>
      </w:pPr>
    </w:p>
    <w:p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3.1.2. </w:t>
      </w:r>
      <w:r w:rsidR="00DF6257">
        <w:t>ühekordne tasu ……. e</w:t>
      </w:r>
      <w:r>
        <w:t xml:space="preserve">urot ehitustööde (sh </w:t>
      </w:r>
      <w:r w:rsidRPr="005F698B">
        <w:t>vaegtööde</w:t>
      </w:r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>(sh vaegtööde)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osutajast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lastRenderedPageBreak/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üleantavad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>le antud teave üleantavate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6.5.</w:t>
      </w:r>
      <w:r w:rsidR="007D43B5">
        <w:rPr>
          <w:color w:val="000000"/>
        </w:rPr>
        <w:t xml:space="preserve"> </w:t>
      </w:r>
      <w:r w:rsidR="00740533" w:rsidRPr="00176E7E">
        <w:rPr>
          <w:color w:val="000000"/>
        </w:rPr>
        <w:t>V</w:t>
      </w:r>
      <w:r w:rsidR="00740533" w:rsidRPr="00176E7E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teenuseosutaja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r w:rsidR="0005270D" w:rsidRPr="0091069E">
        <w:t xml:space="preserve">kõrvalmõjude eest ümbritsevale keskkonnale, välja arvatud osas, mis on lepinguga üle antud </w:t>
      </w:r>
      <w:r w:rsidR="008F0B72" w:rsidRPr="0091069E">
        <w:t>projekteerijale</w:t>
      </w:r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 xml:space="preserve">gu tingimuste ja </w:t>
      </w:r>
      <w:r w:rsidR="00036B80">
        <w:lastRenderedPageBreak/>
        <w:t>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pankrotisolevaks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:rsidR="005F2E86" w:rsidRDefault="005F2E86" w:rsidP="0044482F"/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>10.2 E-kirja teel edastatud teated peetakse kättesaaduks alates teate edastamisele järgnevast tööpäevast.</w:t>
      </w:r>
    </w:p>
    <w:p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 küla, Haljala vald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CF" w:rsidRDefault="00B323CF" w:rsidP="001B600D">
      <w:r>
        <w:separator/>
      </w:r>
    </w:p>
  </w:endnote>
  <w:endnote w:type="continuationSeparator" w:id="0">
    <w:p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CF" w:rsidRDefault="00B323CF" w:rsidP="001B600D">
      <w:r>
        <w:separator/>
      </w:r>
    </w:p>
  </w:footnote>
  <w:footnote w:type="continuationSeparator" w:id="0">
    <w:p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A9387A">
      <w:rPr>
        <w:noProof/>
      </w:rPr>
      <w:t>5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A9387A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067EF9" w:rsidRPr="00A46DB8" w:rsidRDefault="00D23193">
    <w:pPr>
      <w:pStyle w:val="Pis"/>
      <w:rPr>
        <w:noProof/>
      </w:rPr>
    </w:pPr>
    <w:r>
      <w:rPr>
        <w:noProof/>
      </w:rPr>
      <w:drawing>
        <wp:inline distT="0" distB="0" distL="0" distR="0" wp14:anchorId="266ECEF1" wp14:editId="0405C214">
          <wp:extent cx="1706880" cy="904240"/>
          <wp:effectExtent l="0" t="0" r="762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76E7E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9488A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C54FF"/>
    <w:rsid w:val="003C5D44"/>
    <w:rsid w:val="003D006B"/>
    <w:rsid w:val="003D1E54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747F"/>
    <w:rsid w:val="006F0157"/>
    <w:rsid w:val="006F4148"/>
    <w:rsid w:val="006F4189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9387A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4D6A71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E87DD-207F-4F78-975A-5D35E552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0</TotalTime>
  <Pages>5</Pages>
  <Words>1269</Words>
  <Characters>10333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2</cp:revision>
  <cp:lastPrinted>2013-03-12T11:00:00Z</cp:lastPrinted>
  <dcterms:created xsi:type="dcterms:W3CDTF">2023-08-08T07:54:00Z</dcterms:created>
  <dcterms:modified xsi:type="dcterms:W3CDTF">2023-08-08T07:54:00Z</dcterms:modified>
</cp:coreProperties>
</file>